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FD0" w:rsidRPr="006A1746" w:rsidRDefault="00344FD0" w:rsidP="00344FD0">
      <w:pPr>
        <w:pStyle w:val="Nadpis2"/>
        <w:spacing w:before="0" w:after="0"/>
        <w:jc w:val="center"/>
        <w:rPr>
          <w:rFonts w:ascii="Times New Roman" w:hAnsi="Times New Roman" w:cs="Times New Roman"/>
          <w:sz w:val="32"/>
          <w:szCs w:val="22"/>
        </w:rPr>
      </w:pPr>
      <w:r w:rsidRPr="006A1746">
        <w:rPr>
          <w:rFonts w:ascii="Times New Roman" w:hAnsi="Times New Roman" w:cs="Times New Roman"/>
          <w:sz w:val="32"/>
          <w:szCs w:val="22"/>
        </w:rPr>
        <w:t>KRYCÍ LIST NABÍDKY</w:t>
      </w:r>
    </w:p>
    <w:p w:rsidR="00344FD0" w:rsidRPr="006A1746" w:rsidRDefault="00344FD0" w:rsidP="00344FD0">
      <w:pPr>
        <w:rPr>
          <w:lang w:val="fr-FR" w:eastAsia="en-US"/>
        </w:rPr>
      </w:pPr>
    </w:p>
    <w:p w:rsidR="009664C8" w:rsidRPr="009664C8" w:rsidRDefault="00344FD0" w:rsidP="009664C8">
      <w:pPr>
        <w:widowControl w:val="0"/>
        <w:autoSpaceDE w:val="0"/>
        <w:autoSpaceDN w:val="0"/>
        <w:adjustRightInd w:val="0"/>
        <w:jc w:val="center"/>
      </w:pPr>
      <w:r w:rsidRPr="006A1746">
        <w:rPr>
          <w:szCs w:val="22"/>
        </w:rPr>
        <w:t xml:space="preserve">na </w:t>
      </w:r>
      <w:r>
        <w:rPr>
          <w:szCs w:val="22"/>
        </w:rPr>
        <w:t xml:space="preserve">veřejnou zakázku malého rozsahu </w:t>
      </w:r>
      <w:r w:rsidR="00511B80">
        <w:rPr>
          <w:szCs w:val="22"/>
        </w:rPr>
        <w:t xml:space="preserve">podle </w:t>
      </w:r>
      <w:r w:rsidR="00511B80">
        <w:t>§ 31</w:t>
      </w:r>
      <w:r w:rsidR="009664C8" w:rsidRPr="009664C8">
        <w:t xml:space="preserve"> zák. č. 134/2016 Sb., </w:t>
      </w:r>
    </w:p>
    <w:p w:rsidR="00344FD0" w:rsidRPr="006A1746" w:rsidRDefault="00511B80" w:rsidP="009664C8">
      <w:pPr>
        <w:pStyle w:val="Zkladntext"/>
        <w:spacing w:after="0"/>
        <w:jc w:val="center"/>
        <w:rPr>
          <w:szCs w:val="22"/>
          <w:lang w:val="cs-CZ"/>
        </w:rPr>
      </w:pPr>
      <w:r>
        <w:rPr>
          <w:snapToGrid/>
          <w:szCs w:val="24"/>
          <w:lang w:val="cs-CZ" w:eastAsia="cs-CZ"/>
        </w:rPr>
        <w:t xml:space="preserve">o zadávání veřejných zakázek </w:t>
      </w:r>
      <w:r w:rsidR="00344FD0" w:rsidRPr="006A1746">
        <w:rPr>
          <w:szCs w:val="22"/>
          <w:lang w:val="cs-CZ"/>
        </w:rPr>
        <w:t>(dále jen „zakázka“)</w:t>
      </w:r>
      <w:r>
        <w:rPr>
          <w:szCs w:val="22"/>
          <w:lang w:val="cs-CZ"/>
        </w:rPr>
        <w:t>,</w:t>
      </w:r>
      <w:r w:rsidR="00344FD0">
        <w:rPr>
          <w:szCs w:val="22"/>
          <w:lang w:val="cs-CZ"/>
        </w:rPr>
        <w:t xml:space="preserve"> pro akci </w:t>
      </w:r>
      <w:r w:rsidR="00344FD0" w:rsidRPr="006A1746">
        <w:rPr>
          <w:szCs w:val="22"/>
          <w:lang w:val="cs-CZ"/>
        </w:rPr>
        <w:t>s názvem:</w:t>
      </w:r>
    </w:p>
    <w:p w:rsidR="00344FD0" w:rsidRDefault="00344FD0" w:rsidP="00344FD0">
      <w:pPr>
        <w:jc w:val="center"/>
        <w:rPr>
          <w:b/>
          <w:bCs/>
          <w:i/>
          <w:iCs/>
          <w:u w:val="single"/>
        </w:rPr>
      </w:pPr>
    </w:p>
    <w:p w:rsidR="000007C1" w:rsidRDefault="00D56E7A" w:rsidP="000007C1">
      <w:pPr>
        <w:spacing w:before="120" w:after="12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„VV</w:t>
      </w:r>
      <w:r w:rsidR="00330EE1">
        <w:rPr>
          <w:b/>
          <w:bCs/>
          <w:i/>
          <w:iCs/>
          <w:u w:val="single"/>
        </w:rPr>
        <w:t xml:space="preserve"> Praha-Pankrác – Oprava psince</w:t>
      </w:r>
      <w:bookmarkStart w:id="0" w:name="_GoBack"/>
      <w:bookmarkEnd w:id="0"/>
      <w:r w:rsidR="000007C1">
        <w:rPr>
          <w:b/>
          <w:bCs/>
          <w:i/>
          <w:iCs/>
          <w:u w:val="single"/>
        </w:rPr>
        <w:t>“</w:t>
      </w:r>
    </w:p>
    <w:p w:rsidR="00344FD0" w:rsidRPr="006A1746" w:rsidRDefault="00344FD0" w:rsidP="00344FD0"/>
    <w:p w:rsidR="00344FD0" w:rsidRPr="006A1746" w:rsidRDefault="00344FD0" w:rsidP="00344FD0">
      <w:r w:rsidRPr="006A1746">
        <w:t>Identifikační údaje zadavatele:</w:t>
      </w:r>
    </w:p>
    <w:p w:rsidR="00344FD0" w:rsidRPr="006A1746" w:rsidRDefault="00344FD0" w:rsidP="00344FD0"/>
    <w:p w:rsidR="000007C1" w:rsidRPr="001B55C0" w:rsidRDefault="000007C1" w:rsidP="000007C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1B55C0">
        <w:rPr>
          <w:rFonts w:ascii="Times New Roman" w:hAnsi="Times New Roman" w:cs="Times New Roman"/>
          <w:sz w:val="24"/>
          <w:szCs w:val="24"/>
        </w:rPr>
        <w:t>Název:</w:t>
      </w:r>
      <w:r w:rsidRPr="001B55C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1B55C0">
        <w:rPr>
          <w:rFonts w:ascii="Times New Roman" w:hAnsi="Times New Roman" w:cs="Times New Roman"/>
          <w:sz w:val="24"/>
          <w:szCs w:val="24"/>
        </w:rPr>
        <w:tab/>
        <w:t>Vězeňská služba ČR</w:t>
      </w:r>
    </w:p>
    <w:p w:rsidR="000007C1" w:rsidRPr="001B55C0" w:rsidRDefault="000007C1" w:rsidP="000007C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1B55C0">
        <w:rPr>
          <w:rFonts w:ascii="Times New Roman" w:hAnsi="Times New Roman" w:cs="Times New Roman"/>
          <w:sz w:val="24"/>
          <w:szCs w:val="24"/>
        </w:rPr>
        <w:t xml:space="preserve">Adresa: </w:t>
      </w:r>
      <w:r w:rsidRPr="001B55C0">
        <w:rPr>
          <w:rFonts w:ascii="Times New Roman" w:hAnsi="Times New Roman" w:cs="Times New Roman"/>
          <w:sz w:val="24"/>
          <w:szCs w:val="24"/>
        </w:rPr>
        <w:tab/>
      </w:r>
      <w:r w:rsidR="00D56E7A">
        <w:rPr>
          <w:rFonts w:ascii="Times New Roman" w:hAnsi="Times New Roman" w:cs="Times New Roman"/>
          <w:sz w:val="24"/>
          <w:szCs w:val="24"/>
        </w:rPr>
        <w:t>Vazební věznice Praha-Pankrác</w:t>
      </w:r>
    </w:p>
    <w:p w:rsidR="000007C1" w:rsidRPr="001B55C0" w:rsidRDefault="000007C1" w:rsidP="000007C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1B55C0">
        <w:rPr>
          <w:rFonts w:ascii="Times New Roman" w:hAnsi="Times New Roman" w:cs="Times New Roman"/>
          <w:sz w:val="24"/>
          <w:szCs w:val="24"/>
        </w:rPr>
        <w:tab/>
      </w:r>
      <w:r w:rsidRPr="001B55C0">
        <w:rPr>
          <w:rFonts w:ascii="Times New Roman" w:hAnsi="Times New Roman" w:cs="Times New Roman"/>
          <w:sz w:val="24"/>
          <w:szCs w:val="24"/>
        </w:rPr>
        <w:tab/>
      </w:r>
      <w:r w:rsidR="00D56E7A">
        <w:rPr>
          <w:rFonts w:ascii="Times New Roman" w:hAnsi="Times New Roman" w:cs="Times New Roman"/>
          <w:sz w:val="24"/>
          <w:szCs w:val="24"/>
        </w:rPr>
        <w:t>Soudní 988/1</w:t>
      </w:r>
      <w:r>
        <w:rPr>
          <w:rFonts w:ascii="Times New Roman" w:hAnsi="Times New Roman" w:cs="Times New Roman"/>
          <w:sz w:val="24"/>
          <w:szCs w:val="24"/>
        </w:rPr>
        <w:t>,</w:t>
      </w:r>
      <w:r w:rsidR="00D56E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56E7A">
        <w:rPr>
          <w:rFonts w:ascii="Times New Roman" w:hAnsi="Times New Roman" w:cs="Times New Roman"/>
          <w:sz w:val="24"/>
          <w:szCs w:val="24"/>
        </w:rPr>
        <w:t>P.O.</w:t>
      </w:r>
      <w:proofErr w:type="gramEnd"/>
      <w:r w:rsidR="00D56E7A">
        <w:rPr>
          <w:rFonts w:ascii="Times New Roman" w:hAnsi="Times New Roman" w:cs="Times New Roman"/>
          <w:sz w:val="24"/>
          <w:szCs w:val="24"/>
        </w:rPr>
        <w:t>BOX 5</w:t>
      </w:r>
    </w:p>
    <w:p w:rsidR="000007C1" w:rsidRPr="001B55C0" w:rsidRDefault="000007C1" w:rsidP="000007C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1B55C0">
        <w:rPr>
          <w:rFonts w:ascii="Times New Roman" w:hAnsi="Times New Roman" w:cs="Times New Roman"/>
          <w:sz w:val="24"/>
          <w:szCs w:val="24"/>
        </w:rPr>
        <w:tab/>
      </w:r>
      <w:r w:rsidRPr="001B55C0">
        <w:rPr>
          <w:rFonts w:ascii="Times New Roman" w:hAnsi="Times New Roman" w:cs="Times New Roman"/>
          <w:sz w:val="24"/>
          <w:szCs w:val="24"/>
        </w:rPr>
        <w:tab/>
      </w:r>
      <w:r w:rsidR="00D56E7A">
        <w:rPr>
          <w:rFonts w:ascii="Times New Roman" w:hAnsi="Times New Roman" w:cs="Times New Roman"/>
          <w:sz w:val="24"/>
          <w:szCs w:val="24"/>
        </w:rPr>
        <w:t>140 57 Praha 4</w:t>
      </w:r>
    </w:p>
    <w:p w:rsidR="000007C1" w:rsidRPr="001B55C0" w:rsidRDefault="000007C1" w:rsidP="000007C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1B55C0">
        <w:rPr>
          <w:rFonts w:ascii="Times New Roman" w:hAnsi="Times New Roman" w:cs="Times New Roman"/>
          <w:sz w:val="24"/>
          <w:szCs w:val="24"/>
        </w:rPr>
        <w:tab/>
      </w:r>
      <w:r w:rsidRPr="001B55C0">
        <w:rPr>
          <w:rFonts w:ascii="Times New Roman" w:hAnsi="Times New Roman" w:cs="Times New Roman"/>
          <w:sz w:val="24"/>
          <w:szCs w:val="24"/>
        </w:rPr>
        <w:tab/>
        <w:t xml:space="preserve">IČO: </w:t>
      </w:r>
      <w:r w:rsidR="00D56E7A">
        <w:rPr>
          <w:rFonts w:ascii="Times New Roman" w:hAnsi="Times New Roman" w:cs="Times New Roman"/>
          <w:sz w:val="24"/>
          <w:szCs w:val="24"/>
        </w:rPr>
        <w:t>00212423</w:t>
      </w:r>
      <w:r w:rsidRPr="001B55C0">
        <w:rPr>
          <w:rFonts w:ascii="Times New Roman" w:hAnsi="Times New Roman" w:cs="Times New Roman"/>
          <w:sz w:val="24"/>
          <w:szCs w:val="24"/>
        </w:rPr>
        <w:tab/>
      </w:r>
    </w:p>
    <w:p w:rsidR="000007C1" w:rsidRPr="001B55C0" w:rsidRDefault="000007C1" w:rsidP="000007C1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D56E7A">
        <w:rPr>
          <w:rFonts w:ascii="Times New Roman" w:hAnsi="Times New Roman" w:cs="Times New Roman"/>
          <w:sz w:val="24"/>
          <w:szCs w:val="24"/>
        </w:rPr>
        <w:t>DIČ: není plátce DPH v hlavní činnosti</w:t>
      </w:r>
    </w:p>
    <w:p w:rsidR="00344FD0" w:rsidRDefault="00344FD0" w:rsidP="00344FD0">
      <w:pPr>
        <w:ind w:left="709" w:firstLine="709"/>
        <w:rPr>
          <w:i/>
        </w:rPr>
      </w:pPr>
    </w:p>
    <w:p w:rsidR="00344FD0" w:rsidRPr="006A1746" w:rsidRDefault="00344FD0" w:rsidP="00344FD0">
      <w:r w:rsidRPr="006A1746">
        <w:t xml:space="preserve">Identifikační údaje </w:t>
      </w:r>
      <w:r w:rsidR="00511B80">
        <w:t>účastníka</w:t>
      </w:r>
      <w:r w:rsidRPr="006A1746">
        <w:t>:</w:t>
      </w:r>
    </w:p>
    <w:p w:rsidR="00344FD0" w:rsidRPr="006A1746" w:rsidRDefault="00344FD0" w:rsidP="00344FD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4609"/>
      </w:tblGrid>
      <w:tr w:rsidR="00344FD0" w:rsidRPr="006A1746" w:rsidTr="00C95329">
        <w:trPr>
          <w:trHeight w:val="716"/>
        </w:trPr>
        <w:tc>
          <w:tcPr>
            <w:tcW w:w="4851" w:type="dxa"/>
          </w:tcPr>
          <w:p w:rsidR="00344FD0" w:rsidRPr="00251775" w:rsidRDefault="00344FD0" w:rsidP="00C95329">
            <w:pPr>
              <w:tabs>
                <w:tab w:val="left" w:pos="7820"/>
              </w:tabs>
              <w:rPr>
                <w:b/>
              </w:rPr>
            </w:pPr>
            <w:r w:rsidRPr="00251775">
              <w:rPr>
                <w:b/>
              </w:rPr>
              <w:t xml:space="preserve">Jméno/Název </w:t>
            </w:r>
            <w:r w:rsidR="00511B80">
              <w:rPr>
                <w:b/>
              </w:rPr>
              <w:t>účastníka</w:t>
            </w:r>
            <w:r w:rsidRPr="00251775">
              <w:rPr>
                <w:b/>
              </w:rPr>
              <w:t xml:space="preserve">: </w:t>
            </w:r>
          </w:p>
          <w:p w:rsidR="00344FD0" w:rsidRPr="006A1746" w:rsidRDefault="00344FD0" w:rsidP="00C95329">
            <w:pPr>
              <w:tabs>
                <w:tab w:val="left" w:pos="7820"/>
              </w:tabs>
            </w:pPr>
            <w:r>
              <w:t xml:space="preserve">(obchodní </w:t>
            </w:r>
            <w:r w:rsidRPr="006A1746">
              <w:t>firma nebo název)</w:t>
            </w:r>
          </w:p>
        </w:tc>
        <w:tc>
          <w:tcPr>
            <w:tcW w:w="4852" w:type="dxa"/>
          </w:tcPr>
          <w:p w:rsidR="00344FD0" w:rsidRPr="006A1746" w:rsidRDefault="00344FD0" w:rsidP="00C95329">
            <w:pPr>
              <w:tabs>
                <w:tab w:val="left" w:pos="7820"/>
              </w:tabs>
              <w:jc w:val="center"/>
            </w:pPr>
          </w:p>
        </w:tc>
      </w:tr>
      <w:tr w:rsidR="00344FD0" w:rsidRPr="006A1746" w:rsidTr="00C95329">
        <w:trPr>
          <w:trHeight w:val="709"/>
        </w:trPr>
        <w:tc>
          <w:tcPr>
            <w:tcW w:w="4851" w:type="dxa"/>
          </w:tcPr>
          <w:p w:rsidR="00344FD0" w:rsidRPr="006A1746" w:rsidRDefault="00344FD0" w:rsidP="00C95329">
            <w:pPr>
              <w:tabs>
                <w:tab w:val="left" w:pos="7820"/>
              </w:tabs>
              <w:rPr>
                <w:b/>
              </w:rPr>
            </w:pPr>
            <w:r w:rsidRPr="006A1746">
              <w:rPr>
                <w:b/>
              </w:rPr>
              <w:t>Sídlo/místo podnikání:</w:t>
            </w:r>
          </w:p>
          <w:p w:rsidR="00344FD0" w:rsidRPr="006A1746" w:rsidRDefault="00344FD0" w:rsidP="00C95329">
            <w:pPr>
              <w:tabs>
                <w:tab w:val="left" w:pos="7820"/>
              </w:tabs>
            </w:pPr>
            <w:r w:rsidRPr="006A1746">
              <w:t>(celá adresa vč. PSČ)</w:t>
            </w:r>
          </w:p>
        </w:tc>
        <w:tc>
          <w:tcPr>
            <w:tcW w:w="4852" w:type="dxa"/>
          </w:tcPr>
          <w:p w:rsidR="00344FD0" w:rsidRPr="006A1746" w:rsidRDefault="00344FD0" w:rsidP="00C95329">
            <w:pPr>
              <w:tabs>
                <w:tab w:val="left" w:pos="7820"/>
              </w:tabs>
              <w:jc w:val="center"/>
            </w:pPr>
          </w:p>
        </w:tc>
      </w:tr>
      <w:tr w:rsidR="00344FD0" w:rsidRPr="006A1746" w:rsidTr="00C95329">
        <w:trPr>
          <w:trHeight w:val="709"/>
        </w:trPr>
        <w:tc>
          <w:tcPr>
            <w:tcW w:w="4851" w:type="dxa"/>
          </w:tcPr>
          <w:p w:rsidR="00344FD0" w:rsidRPr="006A1746" w:rsidRDefault="00344FD0" w:rsidP="00C95329">
            <w:pPr>
              <w:tabs>
                <w:tab w:val="left" w:pos="7820"/>
              </w:tabs>
              <w:rPr>
                <w:b/>
              </w:rPr>
            </w:pPr>
            <w:r w:rsidRPr="006A1746">
              <w:rPr>
                <w:b/>
              </w:rPr>
              <w:t>Kontaktní adresa:</w:t>
            </w:r>
          </w:p>
          <w:p w:rsidR="00344FD0" w:rsidRPr="006A1746" w:rsidRDefault="00344FD0" w:rsidP="00C95329">
            <w:pPr>
              <w:tabs>
                <w:tab w:val="left" w:pos="7820"/>
              </w:tabs>
            </w:pPr>
            <w:r w:rsidRPr="006A1746">
              <w:t>(celá adresa vč. PSČ)</w:t>
            </w:r>
          </w:p>
        </w:tc>
        <w:tc>
          <w:tcPr>
            <w:tcW w:w="4852" w:type="dxa"/>
          </w:tcPr>
          <w:p w:rsidR="00344FD0" w:rsidRPr="006A1746" w:rsidRDefault="00344FD0" w:rsidP="00C95329">
            <w:pPr>
              <w:tabs>
                <w:tab w:val="left" w:pos="7820"/>
              </w:tabs>
              <w:jc w:val="center"/>
            </w:pPr>
          </w:p>
        </w:tc>
      </w:tr>
      <w:tr w:rsidR="00344FD0" w:rsidRPr="006A1746" w:rsidTr="00C95329">
        <w:tc>
          <w:tcPr>
            <w:tcW w:w="4851" w:type="dxa"/>
          </w:tcPr>
          <w:p w:rsidR="00344FD0" w:rsidRPr="006A1746" w:rsidRDefault="00344FD0" w:rsidP="00C95329">
            <w:pPr>
              <w:tabs>
                <w:tab w:val="left" w:pos="7820"/>
              </w:tabs>
              <w:rPr>
                <w:b/>
              </w:rPr>
            </w:pPr>
            <w:r w:rsidRPr="006A1746">
              <w:rPr>
                <w:b/>
              </w:rPr>
              <w:t>Právní forma:</w:t>
            </w:r>
          </w:p>
          <w:p w:rsidR="00344FD0" w:rsidRPr="006A1746" w:rsidRDefault="00344FD0" w:rsidP="00C95329">
            <w:pPr>
              <w:tabs>
                <w:tab w:val="left" w:pos="7820"/>
              </w:tabs>
            </w:pPr>
          </w:p>
        </w:tc>
        <w:tc>
          <w:tcPr>
            <w:tcW w:w="4852" w:type="dxa"/>
          </w:tcPr>
          <w:p w:rsidR="00344FD0" w:rsidRPr="006A1746" w:rsidRDefault="00344FD0" w:rsidP="00C95329">
            <w:pPr>
              <w:tabs>
                <w:tab w:val="left" w:pos="7820"/>
              </w:tabs>
              <w:jc w:val="center"/>
            </w:pPr>
          </w:p>
        </w:tc>
      </w:tr>
      <w:tr w:rsidR="00344FD0" w:rsidRPr="006A1746" w:rsidTr="00C95329">
        <w:trPr>
          <w:trHeight w:val="401"/>
        </w:trPr>
        <w:tc>
          <w:tcPr>
            <w:tcW w:w="4851" w:type="dxa"/>
          </w:tcPr>
          <w:p w:rsidR="00344FD0" w:rsidRPr="006A1746" w:rsidRDefault="00344FD0" w:rsidP="00C95329">
            <w:pPr>
              <w:tabs>
                <w:tab w:val="left" w:pos="7820"/>
              </w:tabs>
              <w:rPr>
                <w:b/>
              </w:rPr>
            </w:pPr>
            <w:r w:rsidRPr="006A1746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A1746">
              <w:rPr>
                <w:b/>
              </w:rPr>
              <w:t>:</w:t>
            </w:r>
          </w:p>
          <w:p w:rsidR="00344FD0" w:rsidRPr="006A1746" w:rsidRDefault="00344FD0" w:rsidP="00C95329">
            <w:pPr>
              <w:tabs>
                <w:tab w:val="left" w:pos="7820"/>
              </w:tabs>
              <w:rPr>
                <w:b/>
              </w:rPr>
            </w:pPr>
            <w:r w:rsidRPr="006A1746">
              <w:t>(bylo-li přiděleno)</w:t>
            </w:r>
          </w:p>
        </w:tc>
        <w:tc>
          <w:tcPr>
            <w:tcW w:w="4852" w:type="dxa"/>
          </w:tcPr>
          <w:p w:rsidR="00344FD0" w:rsidRPr="006A1746" w:rsidRDefault="00344FD0" w:rsidP="00C95329">
            <w:pPr>
              <w:tabs>
                <w:tab w:val="left" w:pos="7820"/>
              </w:tabs>
              <w:jc w:val="center"/>
            </w:pPr>
          </w:p>
        </w:tc>
      </w:tr>
      <w:tr w:rsidR="00344FD0" w:rsidRPr="006A1746" w:rsidTr="00C95329">
        <w:trPr>
          <w:trHeight w:val="341"/>
        </w:trPr>
        <w:tc>
          <w:tcPr>
            <w:tcW w:w="4851" w:type="dxa"/>
          </w:tcPr>
          <w:p w:rsidR="00344FD0" w:rsidRPr="006A1746" w:rsidRDefault="00344FD0" w:rsidP="00C95329">
            <w:pPr>
              <w:tabs>
                <w:tab w:val="left" w:pos="7820"/>
              </w:tabs>
              <w:rPr>
                <w:b/>
              </w:rPr>
            </w:pPr>
            <w:r w:rsidRPr="006A1746">
              <w:rPr>
                <w:b/>
              </w:rPr>
              <w:t>DIČ:</w:t>
            </w:r>
          </w:p>
          <w:p w:rsidR="00344FD0" w:rsidRPr="006A1746" w:rsidRDefault="00344FD0" w:rsidP="00C95329">
            <w:pPr>
              <w:tabs>
                <w:tab w:val="left" w:pos="7820"/>
              </w:tabs>
              <w:rPr>
                <w:b/>
              </w:rPr>
            </w:pPr>
            <w:r w:rsidRPr="006A1746">
              <w:t>(bylo-li přiděleno)</w:t>
            </w:r>
          </w:p>
        </w:tc>
        <w:tc>
          <w:tcPr>
            <w:tcW w:w="4852" w:type="dxa"/>
          </w:tcPr>
          <w:p w:rsidR="00344FD0" w:rsidRPr="006A1746" w:rsidRDefault="00344FD0" w:rsidP="00C95329">
            <w:pPr>
              <w:tabs>
                <w:tab w:val="left" w:pos="7820"/>
              </w:tabs>
              <w:jc w:val="center"/>
            </w:pPr>
          </w:p>
        </w:tc>
      </w:tr>
      <w:tr w:rsidR="00344FD0" w:rsidRPr="006A1746" w:rsidTr="00C95329">
        <w:trPr>
          <w:trHeight w:val="474"/>
        </w:trPr>
        <w:tc>
          <w:tcPr>
            <w:tcW w:w="4851" w:type="dxa"/>
          </w:tcPr>
          <w:p w:rsidR="00344FD0" w:rsidRPr="006A1746" w:rsidRDefault="00344FD0" w:rsidP="00C95329">
            <w:pPr>
              <w:tabs>
                <w:tab w:val="left" w:pos="7820"/>
              </w:tabs>
              <w:rPr>
                <w:b/>
              </w:rPr>
            </w:pPr>
            <w:r w:rsidRPr="006A1746">
              <w:rPr>
                <w:b/>
              </w:rPr>
              <w:t xml:space="preserve">Jméno </w:t>
            </w:r>
            <w:r>
              <w:rPr>
                <w:b/>
              </w:rPr>
              <w:t>(název) statutárního orgánu</w:t>
            </w:r>
            <w:r w:rsidRPr="006A1746">
              <w:rPr>
                <w:b/>
              </w:rPr>
              <w:t xml:space="preserve">: </w:t>
            </w:r>
          </w:p>
          <w:p w:rsidR="00344FD0" w:rsidRPr="006A1746" w:rsidRDefault="00344FD0" w:rsidP="00C95329">
            <w:pPr>
              <w:tabs>
                <w:tab w:val="left" w:pos="7820"/>
              </w:tabs>
              <w:rPr>
                <w:b/>
              </w:rPr>
            </w:pPr>
          </w:p>
        </w:tc>
        <w:tc>
          <w:tcPr>
            <w:tcW w:w="4852" w:type="dxa"/>
          </w:tcPr>
          <w:p w:rsidR="00344FD0" w:rsidRPr="006A1746" w:rsidRDefault="00344FD0" w:rsidP="00C95329">
            <w:pPr>
              <w:tabs>
                <w:tab w:val="left" w:pos="7820"/>
              </w:tabs>
              <w:jc w:val="center"/>
            </w:pPr>
          </w:p>
        </w:tc>
      </w:tr>
      <w:tr w:rsidR="00344FD0" w:rsidRPr="006A1746" w:rsidTr="00C95329">
        <w:trPr>
          <w:trHeight w:val="474"/>
        </w:trPr>
        <w:tc>
          <w:tcPr>
            <w:tcW w:w="4851" w:type="dxa"/>
          </w:tcPr>
          <w:p w:rsidR="00344FD0" w:rsidRPr="006A1746" w:rsidRDefault="00344FD0" w:rsidP="00C95329">
            <w:pPr>
              <w:tabs>
                <w:tab w:val="left" w:pos="7820"/>
              </w:tabs>
              <w:rPr>
                <w:b/>
              </w:rPr>
            </w:pPr>
            <w:r w:rsidRPr="006A1746">
              <w:rPr>
                <w:b/>
              </w:rPr>
              <w:t>Jméno osoby oprávněné jednat ve věci nabídky:</w:t>
            </w:r>
          </w:p>
        </w:tc>
        <w:tc>
          <w:tcPr>
            <w:tcW w:w="4852" w:type="dxa"/>
          </w:tcPr>
          <w:p w:rsidR="00344FD0" w:rsidRPr="006A1746" w:rsidRDefault="00344FD0" w:rsidP="00C95329">
            <w:pPr>
              <w:tabs>
                <w:tab w:val="left" w:pos="7820"/>
              </w:tabs>
              <w:jc w:val="center"/>
            </w:pPr>
          </w:p>
        </w:tc>
      </w:tr>
      <w:tr w:rsidR="00344FD0" w:rsidRPr="006A1746" w:rsidTr="00C95329">
        <w:trPr>
          <w:trHeight w:val="459"/>
        </w:trPr>
        <w:tc>
          <w:tcPr>
            <w:tcW w:w="4851" w:type="dxa"/>
          </w:tcPr>
          <w:p w:rsidR="00344FD0" w:rsidRPr="006A1746" w:rsidRDefault="00344FD0" w:rsidP="00C95329">
            <w:pPr>
              <w:tabs>
                <w:tab w:val="left" w:pos="7820"/>
              </w:tabs>
              <w:rPr>
                <w:b/>
              </w:rPr>
            </w:pPr>
            <w:r>
              <w:rPr>
                <w:b/>
              </w:rPr>
              <w:t xml:space="preserve">Kontakt na </w:t>
            </w:r>
            <w:r w:rsidRPr="006A1746">
              <w:rPr>
                <w:b/>
              </w:rPr>
              <w:t xml:space="preserve">oprávněnou osobu: </w:t>
            </w:r>
          </w:p>
          <w:p w:rsidR="00344FD0" w:rsidRPr="006A1746" w:rsidRDefault="00344FD0" w:rsidP="00C95329">
            <w:pPr>
              <w:tabs>
                <w:tab w:val="left" w:pos="7820"/>
              </w:tabs>
              <w:rPr>
                <w:b/>
              </w:rPr>
            </w:pPr>
            <w:r w:rsidRPr="006A1746">
              <w:t>(tel., e-mail, fax)</w:t>
            </w:r>
            <w:r w:rsidRPr="006A1746">
              <w:rPr>
                <w:b/>
              </w:rPr>
              <w:t xml:space="preserve"> </w:t>
            </w:r>
          </w:p>
        </w:tc>
        <w:tc>
          <w:tcPr>
            <w:tcW w:w="4852" w:type="dxa"/>
          </w:tcPr>
          <w:p w:rsidR="00344FD0" w:rsidRPr="006A1746" w:rsidRDefault="00344FD0" w:rsidP="00C95329">
            <w:pPr>
              <w:tabs>
                <w:tab w:val="left" w:pos="7820"/>
              </w:tabs>
              <w:jc w:val="center"/>
            </w:pPr>
          </w:p>
        </w:tc>
      </w:tr>
      <w:tr w:rsidR="00344FD0" w:rsidRPr="006A1746" w:rsidTr="00C95329">
        <w:trPr>
          <w:trHeight w:val="459"/>
        </w:trPr>
        <w:tc>
          <w:tcPr>
            <w:tcW w:w="4851" w:type="dxa"/>
          </w:tcPr>
          <w:p w:rsidR="00344FD0" w:rsidRPr="006A1746" w:rsidRDefault="00344FD0" w:rsidP="00C95329">
            <w:pPr>
              <w:tabs>
                <w:tab w:val="left" w:pos="7820"/>
              </w:tabs>
              <w:rPr>
                <w:b/>
              </w:rPr>
            </w:pPr>
            <w:r w:rsidRPr="006A1746">
              <w:rPr>
                <w:b/>
              </w:rPr>
              <w:t>Bankovní spojení s uvedením čísla účtu:</w:t>
            </w:r>
          </w:p>
          <w:p w:rsidR="00344FD0" w:rsidRPr="006A1746" w:rsidRDefault="00344FD0" w:rsidP="00C95329">
            <w:pPr>
              <w:tabs>
                <w:tab w:val="left" w:pos="7820"/>
              </w:tabs>
              <w:rPr>
                <w:b/>
              </w:rPr>
            </w:pPr>
          </w:p>
        </w:tc>
        <w:tc>
          <w:tcPr>
            <w:tcW w:w="4852" w:type="dxa"/>
          </w:tcPr>
          <w:p w:rsidR="00344FD0" w:rsidRPr="006A1746" w:rsidRDefault="00344FD0" w:rsidP="00C95329">
            <w:pPr>
              <w:tabs>
                <w:tab w:val="left" w:pos="7820"/>
              </w:tabs>
              <w:jc w:val="center"/>
            </w:pPr>
          </w:p>
        </w:tc>
      </w:tr>
    </w:tbl>
    <w:p w:rsidR="00344FD0" w:rsidRPr="006A1746" w:rsidRDefault="00344FD0" w:rsidP="00344FD0">
      <w:pPr>
        <w:tabs>
          <w:tab w:val="left" w:pos="7820"/>
        </w:tabs>
        <w:rPr>
          <w:b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9"/>
        <w:gridCol w:w="3037"/>
        <w:gridCol w:w="3160"/>
      </w:tblGrid>
      <w:tr w:rsidR="00344FD0" w:rsidRPr="006A1746" w:rsidTr="00C95329">
        <w:tc>
          <w:tcPr>
            <w:tcW w:w="3159" w:type="dxa"/>
          </w:tcPr>
          <w:p w:rsidR="00344FD0" w:rsidRDefault="00344FD0" w:rsidP="00C95329">
            <w:pPr>
              <w:tabs>
                <w:tab w:val="left" w:pos="7820"/>
              </w:tabs>
              <w:jc w:val="center"/>
              <w:rPr>
                <w:b/>
              </w:rPr>
            </w:pPr>
            <w:r w:rsidRPr="006A1746">
              <w:rPr>
                <w:b/>
              </w:rPr>
              <w:t xml:space="preserve">Celková nabídková cena </w:t>
            </w:r>
          </w:p>
          <w:p w:rsidR="00344FD0" w:rsidRPr="006A1746" w:rsidRDefault="00344FD0" w:rsidP="00C95329">
            <w:pPr>
              <w:tabs>
                <w:tab w:val="left" w:pos="782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v Kč </w:t>
            </w:r>
            <w:r w:rsidRPr="006A1746">
              <w:rPr>
                <w:b/>
              </w:rPr>
              <w:t>bez DPH</w:t>
            </w:r>
          </w:p>
        </w:tc>
        <w:tc>
          <w:tcPr>
            <w:tcW w:w="3037" w:type="dxa"/>
          </w:tcPr>
          <w:p w:rsidR="00344FD0" w:rsidRPr="006A1746" w:rsidRDefault="00344FD0" w:rsidP="00C95329">
            <w:pPr>
              <w:tabs>
                <w:tab w:val="left" w:pos="7820"/>
              </w:tabs>
              <w:jc w:val="center"/>
              <w:rPr>
                <w:b/>
              </w:rPr>
            </w:pPr>
            <w:r w:rsidRPr="006A1746">
              <w:rPr>
                <w:b/>
              </w:rPr>
              <w:t xml:space="preserve">DPH </w:t>
            </w:r>
            <w:r>
              <w:rPr>
                <w:b/>
              </w:rPr>
              <w:t xml:space="preserve">v sazbě </w:t>
            </w:r>
            <w:r w:rsidRPr="006A1746">
              <w:rPr>
                <w:b/>
              </w:rPr>
              <w:t>21%</w:t>
            </w:r>
            <w:r>
              <w:rPr>
                <w:b/>
              </w:rPr>
              <w:t xml:space="preserve"> v Kč</w:t>
            </w:r>
          </w:p>
        </w:tc>
        <w:tc>
          <w:tcPr>
            <w:tcW w:w="3160" w:type="dxa"/>
          </w:tcPr>
          <w:p w:rsidR="00344FD0" w:rsidRPr="006A1746" w:rsidRDefault="00344FD0" w:rsidP="00C95329">
            <w:pPr>
              <w:tabs>
                <w:tab w:val="left" w:pos="7820"/>
              </w:tabs>
              <w:jc w:val="center"/>
              <w:rPr>
                <w:b/>
              </w:rPr>
            </w:pPr>
            <w:r w:rsidRPr="006A1746">
              <w:rPr>
                <w:b/>
              </w:rPr>
              <w:t xml:space="preserve">Celková nabídková cena </w:t>
            </w:r>
            <w:r>
              <w:rPr>
                <w:b/>
              </w:rPr>
              <w:t xml:space="preserve">v Kč </w:t>
            </w:r>
            <w:r w:rsidRPr="006A1746">
              <w:rPr>
                <w:b/>
              </w:rPr>
              <w:t>včetně DPH</w:t>
            </w:r>
          </w:p>
        </w:tc>
      </w:tr>
      <w:tr w:rsidR="00344FD0" w:rsidRPr="006A1746" w:rsidTr="00C95329">
        <w:tc>
          <w:tcPr>
            <w:tcW w:w="3159" w:type="dxa"/>
          </w:tcPr>
          <w:p w:rsidR="00344FD0" w:rsidRPr="006A1746" w:rsidRDefault="00344FD0" w:rsidP="00C95329">
            <w:pPr>
              <w:tabs>
                <w:tab w:val="left" w:pos="7820"/>
              </w:tabs>
              <w:rPr>
                <w:b/>
              </w:rPr>
            </w:pPr>
          </w:p>
          <w:p w:rsidR="00344FD0" w:rsidRPr="006A1746" w:rsidRDefault="00344FD0" w:rsidP="00C95329">
            <w:pPr>
              <w:tabs>
                <w:tab w:val="left" w:pos="7820"/>
              </w:tabs>
              <w:rPr>
                <w:b/>
              </w:rPr>
            </w:pPr>
          </w:p>
        </w:tc>
        <w:tc>
          <w:tcPr>
            <w:tcW w:w="3037" w:type="dxa"/>
          </w:tcPr>
          <w:p w:rsidR="00344FD0" w:rsidRPr="006A1746" w:rsidRDefault="00344FD0" w:rsidP="00C95329">
            <w:pPr>
              <w:tabs>
                <w:tab w:val="left" w:pos="7820"/>
              </w:tabs>
              <w:rPr>
                <w:b/>
              </w:rPr>
            </w:pPr>
          </w:p>
        </w:tc>
        <w:tc>
          <w:tcPr>
            <w:tcW w:w="3160" w:type="dxa"/>
          </w:tcPr>
          <w:p w:rsidR="00344FD0" w:rsidRPr="006A1746" w:rsidRDefault="00344FD0" w:rsidP="00C95329">
            <w:pPr>
              <w:tabs>
                <w:tab w:val="left" w:pos="7820"/>
              </w:tabs>
              <w:rPr>
                <w:b/>
              </w:rPr>
            </w:pPr>
          </w:p>
        </w:tc>
      </w:tr>
    </w:tbl>
    <w:p w:rsidR="00344FD0" w:rsidRDefault="00344FD0" w:rsidP="00344FD0"/>
    <w:p w:rsidR="00344FD0" w:rsidRDefault="00344FD0" w:rsidP="00344FD0">
      <w:r>
        <w:t>Dne: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Podpis:</w:t>
      </w:r>
    </w:p>
    <w:p w:rsidR="00344FD0" w:rsidRDefault="00344FD0" w:rsidP="00344FD0"/>
    <w:p w:rsidR="00CB5D64" w:rsidRDefault="00330EE1"/>
    <w:sectPr w:rsidR="00CB5D64" w:rsidSect="008D3566">
      <w:headerReference w:type="default" r:id="rId7"/>
      <w:footerReference w:type="default" r:id="rId8"/>
      <w:pgSz w:w="11906" w:h="16838"/>
      <w:pgMar w:top="143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FF7" w:rsidRDefault="00282FF7" w:rsidP="00344FD0">
      <w:r>
        <w:separator/>
      </w:r>
    </w:p>
  </w:endnote>
  <w:endnote w:type="continuationSeparator" w:id="0">
    <w:p w:rsidR="00282FF7" w:rsidRDefault="00282FF7" w:rsidP="00344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66" w:rsidRDefault="00330EE1" w:rsidP="008D356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FF7" w:rsidRDefault="00282FF7" w:rsidP="00344FD0">
      <w:r>
        <w:separator/>
      </w:r>
    </w:p>
  </w:footnote>
  <w:footnote w:type="continuationSeparator" w:id="0">
    <w:p w:rsidR="00282FF7" w:rsidRDefault="00282FF7" w:rsidP="00344F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66" w:rsidRDefault="00344FD0">
    <w:pPr>
      <w:pStyle w:val="Zhlav"/>
    </w:pPr>
    <w:r>
      <w:t xml:space="preserve">Příloha č. 1 výzvy k podání nabídky k č. j.: </w:t>
    </w:r>
    <w:r w:rsidR="00330EE1">
      <w:t>VS-7890/02</w:t>
    </w:r>
    <w:r w:rsidR="00D56E7A">
      <w:t>/ČJ-2017-800250</w:t>
    </w:r>
  </w:p>
  <w:p w:rsidR="008D3566" w:rsidRPr="003D6DBE" w:rsidRDefault="00330EE1" w:rsidP="008D3566">
    <w:pPr>
      <w:pStyle w:val="Zhlav"/>
      <w:jc w:val="center"/>
      <w:rPr>
        <w:color w:val="C0C0C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FD0"/>
    <w:rsid w:val="000007C1"/>
    <w:rsid w:val="00075454"/>
    <w:rsid w:val="001B5E78"/>
    <w:rsid w:val="00282FF7"/>
    <w:rsid w:val="00330EE1"/>
    <w:rsid w:val="00344FD0"/>
    <w:rsid w:val="00364F60"/>
    <w:rsid w:val="00511B80"/>
    <w:rsid w:val="006007B8"/>
    <w:rsid w:val="009664C8"/>
    <w:rsid w:val="00B82671"/>
    <w:rsid w:val="00BF37D4"/>
    <w:rsid w:val="00BF6DFC"/>
    <w:rsid w:val="00C8412F"/>
    <w:rsid w:val="00D36063"/>
    <w:rsid w:val="00D44929"/>
    <w:rsid w:val="00D56E7A"/>
    <w:rsid w:val="00DD5F89"/>
    <w:rsid w:val="00FA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344FD0"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44FD0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paragraph" w:styleId="Zhlav">
    <w:name w:val="header"/>
    <w:basedOn w:val="Normln"/>
    <w:link w:val="ZhlavChar"/>
    <w:uiPriority w:val="99"/>
    <w:rsid w:val="00344FD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FD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344FD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44FD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344FD0"/>
    <w:pPr>
      <w:spacing w:after="120"/>
    </w:pPr>
    <w:rPr>
      <w:snapToGrid w:val="0"/>
      <w:szCs w:val="20"/>
      <w:lang w:val="fr-FR" w:eastAsia="en-US"/>
    </w:rPr>
  </w:style>
  <w:style w:type="character" w:customStyle="1" w:styleId="ZkladntextChar">
    <w:name w:val="Základní text Char"/>
    <w:basedOn w:val="Standardnpsmoodstavce"/>
    <w:link w:val="Zkladntext"/>
    <w:rsid w:val="00344FD0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Bezmezer">
    <w:name w:val="No Spacing"/>
    <w:uiPriority w:val="1"/>
    <w:qFormat/>
    <w:rsid w:val="000007C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344FD0"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44FD0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paragraph" w:styleId="Zhlav">
    <w:name w:val="header"/>
    <w:basedOn w:val="Normln"/>
    <w:link w:val="ZhlavChar"/>
    <w:uiPriority w:val="99"/>
    <w:rsid w:val="00344FD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FD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344FD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44FD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344FD0"/>
    <w:pPr>
      <w:spacing w:after="120"/>
    </w:pPr>
    <w:rPr>
      <w:snapToGrid w:val="0"/>
      <w:szCs w:val="20"/>
      <w:lang w:val="fr-FR" w:eastAsia="en-US"/>
    </w:rPr>
  </w:style>
  <w:style w:type="character" w:customStyle="1" w:styleId="ZkladntextChar">
    <w:name w:val="Základní text Char"/>
    <w:basedOn w:val="Standardnpsmoodstavce"/>
    <w:link w:val="Zkladntext"/>
    <w:rsid w:val="00344FD0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Bezmezer">
    <w:name w:val="No Spacing"/>
    <w:uiPriority w:val="1"/>
    <w:qFormat/>
    <w:rsid w:val="000007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3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37824C00</Template>
  <TotalTime>1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Herbstová Petra</dc:creator>
  <cp:lastModifiedBy>Viesner Čeněk</cp:lastModifiedBy>
  <cp:revision>3</cp:revision>
  <dcterms:created xsi:type="dcterms:W3CDTF">2017-01-12T14:40:00Z</dcterms:created>
  <dcterms:modified xsi:type="dcterms:W3CDTF">2017-01-12T14:43:00Z</dcterms:modified>
</cp:coreProperties>
</file>